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EEA32" w14:textId="77777777" w:rsidR="00962798" w:rsidRDefault="00962798" w:rsidP="00CE3D59"/>
    <w:p w14:paraId="4ECB42B3" w14:textId="77777777" w:rsidR="005527CB" w:rsidRDefault="005527CB" w:rsidP="00FD0474">
      <w:pPr>
        <w:rPr>
          <w:rFonts w:ascii="Times New Roman" w:hAnsi="Times New Roman" w:cs="Times New Roman"/>
          <w:lang w:val="et-EE"/>
        </w:rPr>
      </w:pPr>
    </w:p>
    <w:p w14:paraId="66CAB241" w14:textId="35210452" w:rsidR="00505BDE" w:rsidRPr="00381E38" w:rsidRDefault="005527CB" w:rsidP="00FD0474">
      <w:pPr>
        <w:rPr>
          <w:rFonts w:ascii="Times New Roman" w:hAnsi="Times New Roman" w:cs="Times New Roman"/>
          <w:lang w:val="et-EE"/>
        </w:rPr>
      </w:pPr>
      <w:r w:rsidRPr="00381E38">
        <w:rPr>
          <w:rFonts w:ascii="Times New Roman" w:hAnsi="Times New Roman" w:cs="Times New Roman"/>
          <w:lang w:val="et-EE"/>
        </w:rPr>
        <w:t>Riigimetsa Majandamise Keskus</w:t>
      </w:r>
    </w:p>
    <w:p w14:paraId="092550AB" w14:textId="5E179B5B" w:rsidR="00FD0474" w:rsidRPr="00381E38" w:rsidRDefault="00267BC4" w:rsidP="00FD0474">
      <w:pPr>
        <w:rPr>
          <w:rFonts w:ascii="Times New Roman" w:hAnsi="Times New Roman" w:cs="Times New Roman"/>
          <w:lang w:val="et-EE"/>
        </w:rPr>
      </w:pPr>
      <w:hyperlink r:id="rId7" w:history="1">
        <w:r w:rsidRPr="0042686B">
          <w:rPr>
            <w:rStyle w:val="Hperlink"/>
            <w:rFonts w:ascii="Times New Roman" w:hAnsi="Times New Roman" w:cs="Times New Roman"/>
            <w:lang w:val="et-EE"/>
          </w:rPr>
          <w:t>rmk@rmk.ee</w:t>
        </w:r>
      </w:hyperlink>
      <w:r>
        <w:rPr>
          <w:rFonts w:ascii="Times New Roman" w:hAnsi="Times New Roman" w:cs="Times New Roman"/>
          <w:lang w:val="et-EE"/>
        </w:rPr>
        <w:t xml:space="preserve"> </w:t>
      </w:r>
      <w:r w:rsidR="00505BDE" w:rsidRPr="00381E38">
        <w:rPr>
          <w:rFonts w:ascii="Times New Roman" w:hAnsi="Times New Roman" w:cs="Times New Roman"/>
          <w:lang w:val="et-EE"/>
        </w:rPr>
        <w:tab/>
      </w:r>
      <w:r w:rsidR="00505BDE" w:rsidRPr="00381E38">
        <w:rPr>
          <w:rFonts w:ascii="Times New Roman" w:hAnsi="Times New Roman" w:cs="Times New Roman"/>
          <w:lang w:val="et-EE"/>
        </w:rPr>
        <w:tab/>
      </w:r>
      <w:r w:rsidR="00505BDE" w:rsidRPr="00381E38">
        <w:rPr>
          <w:rFonts w:ascii="Times New Roman" w:hAnsi="Times New Roman" w:cs="Times New Roman"/>
          <w:lang w:val="et-EE"/>
        </w:rPr>
        <w:tab/>
      </w:r>
      <w:r w:rsidR="00505BDE" w:rsidRPr="00381E38">
        <w:rPr>
          <w:rFonts w:ascii="Times New Roman" w:hAnsi="Times New Roman" w:cs="Times New Roman"/>
          <w:lang w:val="et-EE"/>
        </w:rPr>
        <w:tab/>
      </w:r>
      <w:r w:rsidR="00F04BDF" w:rsidRPr="00381E38">
        <w:rPr>
          <w:rFonts w:ascii="Times New Roman" w:hAnsi="Times New Roman" w:cs="Times New Roman"/>
          <w:lang w:val="et-EE"/>
        </w:rPr>
        <w:tab/>
      </w:r>
      <w:r w:rsidR="00372992" w:rsidRPr="00381E38">
        <w:rPr>
          <w:rFonts w:ascii="Times New Roman" w:hAnsi="Times New Roman" w:cs="Times New Roman"/>
          <w:lang w:val="et-EE"/>
        </w:rPr>
        <w:tab/>
      </w:r>
      <w:r w:rsidR="005527CB" w:rsidRPr="00381E3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="00BD77C4" w:rsidRPr="00381E38">
        <w:rPr>
          <w:rFonts w:ascii="Times New Roman" w:hAnsi="Times New Roman" w:cs="Times New Roman"/>
          <w:lang w:val="et-EE"/>
        </w:rPr>
        <w:t>0</w:t>
      </w:r>
      <w:r w:rsidR="00447B7E">
        <w:rPr>
          <w:rFonts w:ascii="Times New Roman" w:hAnsi="Times New Roman" w:cs="Times New Roman"/>
          <w:lang w:val="et-EE"/>
        </w:rPr>
        <w:t>5</w:t>
      </w:r>
      <w:r w:rsidR="00BD77C4" w:rsidRPr="00381E38">
        <w:rPr>
          <w:rFonts w:ascii="Times New Roman" w:hAnsi="Times New Roman" w:cs="Times New Roman"/>
          <w:lang w:val="et-EE"/>
        </w:rPr>
        <w:t>.0</w:t>
      </w:r>
      <w:r w:rsidR="00447B7E">
        <w:rPr>
          <w:rFonts w:ascii="Times New Roman" w:hAnsi="Times New Roman" w:cs="Times New Roman"/>
          <w:lang w:val="et-EE"/>
        </w:rPr>
        <w:t>3</w:t>
      </w:r>
      <w:r w:rsidR="00BD77C4" w:rsidRPr="00381E38">
        <w:rPr>
          <w:rFonts w:ascii="Times New Roman" w:hAnsi="Times New Roman" w:cs="Times New Roman"/>
          <w:lang w:val="et-EE"/>
        </w:rPr>
        <w:t>.2024 nr</w:t>
      </w:r>
      <w:r w:rsidR="00FD0474" w:rsidRPr="00381E38">
        <w:rPr>
          <w:rFonts w:ascii="Times New Roman" w:hAnsi="Times New Roman" w:cs="Times New Roman"/>
          <w:lang w:val="et-EE"/>
        </w:rPr>
        <w:t xml:space="preserve"> 5-8/</w:t>
      </w:r>
      <w:r w:rsidR="00636395" w:rsidRPr="00381E38">
        <w:rPr>
          <w:rFonts w:ascii="Times New Roman" w:hAnsi="Times New Roman" w:cs="Times New Roman"/>
          <w:lang w:val="et-EE"/>
        </w:rPr>
        <w:t>1</w:t>
      </w:r>
      <w:r w:rsidR="00914D6F" w:rsidRPr="00381E38">
        <w:rPr>
          <w:rFonts w:ascii="Times New Roman" w:hAnsi="Times New Roman" w:cs="Times New Roman"/>
          <w:lang w:val="et-EE"/>
        </w:rPr>
        <w:t>-</w:t>
      </w:r>
      <w:r w:rsidR="00447B7E">
        <w:rPr>
          <w:rFonts w:ascii="Times New Roman" w:hAnsi="Times New Roman" w:cs="Times New Roman"/>
          <w:lang w:val="et-EE"/>
        </w:rPr>
        <w:t>3</w:t>
      </w:r>
    </w:p>
    <w:p w14:paraId="7794568E" w14:textId="77777777" w:rsidR="001268C1" w:rsidRPr="00381E38" w:rsidRDefault="001268C1" w:rsidP="00FD0474">
      <w:pPr>
        <w:rPr>
          <w:rFonts w:ascii="Times New Roman" w:hAnsi="Times New Roman" w:cs="Times New Roman"/>
          <w:lang w:val="et-EE"/>
        </w:rPr>
      </w:pPr>
    </w:p>
    <w:p w14:paraId="10C98CC3" w14:textId="77777777" w:rsidR="00690787" w:rsidRDefault="00690787" w:rsidP="0014110E">
      <w:pPr>
        <w:rPr>
          <w:rFonts w:ascii="Times New Roman" w:hAnsi="Times New Roman" w:cs="Times New Roman"/>
          <w:b/>
          <w:lang w:val="et-EE"/>
        </w:rPr>
      </w:pPr>
    </w:p>
    <w:p w14:paraId="2EA170DE" w14:textId="77777777" w:rsidR="00267BC4" w:rsidRPr="00381E38" w:rsidRDefault="00267BC4" w:rsidP="0014110E">
      <w:pPr>
        <w:rPr>
          <w:rFonts w:ascii="Times New Roman" w:hAnsi="Times New Roman" w:cs="Times New Roman"/>
          <w:b/>
          <w:lang w:val="et-EE"/>
        </w:rPr>
      </w:pPr>
    </w:p>
    <w:p w14:paraId="0AD9CB68" w14:textId="49658322" w:rsidR="005B6214" w:rsidRPr="00381E38" w:rsidRDefault="00267BC4" w:rsidP="00BD77C4">
      <w:pPr>
        <w:rPr>
          <w:rFonts w:ascii="Times New Roman" w:hAnsi="Times New Roman" w:cs="Times New Roman"/>
          <w:lang w:val="et-EE"/>
        </w:rPr>
      </w:pPr>
      <w:bookmarkStart w:id="0" w:name="_Hlk160519252"/>
      <w:r>
        <w:rPr>
          <w:rFonts w:ascii="Times New Roman" w:hAnsi="Times New Roman" w:cs="Times New Roman"/>
          <w:b/>
          <w:lang w:val="et-EE"/>
        </w:rPr>
        <w:t>Taotluse täiendamine</w:t>
      </w:r>
      <w:r w:rsidR="000C31AD" w:rsidRPr="00381E38">
        <w:rPr>
          <w:rFonts w:ascii="Times New Roman" w:hAnsi="Times New Roman" w:cs="Times New Roman"/>
          <w:b/>
          <w:lang w:val="et-EE"/>
        </w:rPr>
        <w:t xml:space="preserve"> </w:t>
      </w:r>
      <w:r w:rsidR="00BD77C4" w:rsidRPr="00381E38">
        <w:rPr>
          <w:rFonts w:ascii="Times New Roman" w:hAnsi="Times New Roman" w:cs="Times New Roman"/>
          <w:b/>
          <w:lang w:val="et-EE"/>
        </w:rPr>
        <w:t xml:space="preserve">(Aheraine </w:t>
      </w:r>
      <w:r>
        <w:rPr>
          <w:rFonts w:ascii="Times New Roman" w:hAnsi="Times New Roman" w:cs="Times New Roman"/>
          <w:b/>
          <w:lang w:val="et-EE"/>
        </w:rPr>
        <w:t xml:space="preserve">HÕ </w:t>
      </w:r>
      <w:proofErr w:type="spellStart"/>
      <w:r>
        <w:rPr>
          <w:rFonts w:ascii="Times New Roman" w:hAnsi="Times New Roman" w:cs="Times New Roman"/>
          <w:b/>
          <w:lang w:val="et-EE"/>
        </w:rPr>
        <w:t>võõrndamine</w:t>
      </w:r>
      <w:proofErr w:type="spellEnd"/>
      <w:r w:rsidR="00BD77C4" w:rsidRPr="00381E38">
        <w:rPr>
          <w:rFonts w:ascii="Times New Roman" w:hAnsi="Times New Roman" w:cs="Times New Roman"/>
          <w:b/>
          <w:lang w:val="et-EE"/>
        </w:rPr>
        <w:t>, Väike-</w:t>
      </w:r>
      <w:proofErr w:type="spellStart"/>
      <w:r w:rsidR="00BD77C4" w:rsidRPr="00381E38">
        <w:rPr>
          <w:rFonts w:ascii="Times New Roman" w:hAnsi="Times New Roman" w:cs="Times New Roman"/>
          <w:b/>
          <w:lang w:val="et-EE"/>
        </w:rPr>
        <w:t>Pungerja</w:t>
      </w:r>
      <w:proofErr w:type="spellEnd"/>
      <w:r w:rsidR="00BD77C4" w:rsidRPr="00381E38">
        <w:rPr>
          <w:rFonts w:ascii="Times New Roman" w:hAnsi="Times New Roman" w:cs="Times New Roman"/>
          <w:b/>
          <w:lang w:val="et-EE"/>
        </w:rPr>
        <w:t xml:space="preserve"> küla) </w:t>
      </w:r>
    </w:p>
    <w:bookmarkEnd w:id="0"/>
    <w:p w14:paraId="605D0BED" w14:textId="77777777" w:rsidR="0014110E" w:rsidRPr="00381E38" w:rsidRDefault="0014110E" w:rsidP="0014110E">
      <w:pPr>
        <w:jc w:val="both"/>
        <w:rPr>
          <w:rFonts w:ascii="Times New Roman" w:hAnsi="Times New Roman" w:cs="Times New Roman"/>
          <w:lang w:val="et-EE"/>
        </w:rPr>
      </w:pPr>
    </w:p>
    <w:p w14:paraId="2EF8BF41" w14:textId="16ECA835" w:rsidR="00555D38" w:rsidRDefault="00BD77C4" w:rsidP="00287427">
      <w:pPr>
        <w:jc w:val="both"/>
        <w:rPr>
          <w:rFonts w:ascii="Times New Roman" w:hAnsi="Times New Roman" w:cs="Times New Roman"/>
          <w:lang w:val="et-EE"/>
        </w:rPr>
      </w:pPr>
      <w:bookmarkStart w:id="1" w:name="_Hlk144814042"/>
      <w:r w:rsidRPr="00381E38">
        <w:rPr>
          <w:rFonts w:ascii="Times New Roman" w:hAnsi="Times New Roman" w:cs="Times New Roman"/>
          <w:lang w:val="et-EE"/>
        </w:rPr>
        <w:t>Alutaguse valla</w:t>
      </w:r>
      <w:r w:rsidR="00287427">
        <w:rPr>
          <w:rFonts w:ascii="Times New Roman" w:hAnsi="Times New Roman" w:cs="Times New Roman"/>
          <w:lang w:val="et-EE"/>
        </w:rPr>
        <w:t>valitsus saatis 04.01.2024 taotluse nr 5-8/1-1</w:t>
      </w:r>
      <w:r w:rsidR="00776961">
        <w:rPr>
          <w:rFonts w:ascii="Times New Roman" w:hAnsi="Times New Roman" w:cs="Times New Roman"/>
          <w:lang w:val="et-EE"/>
        </w:rPr>
        <w:t xml:space="preserve"> </w:t>
      </w:r>
      <w:r w:rsidR="00287427" w:rsidRPr="00287427">
        <w:rPr>
          <w:rFonts w:ascii="Times New Roman" w:hAnsi="Times New Roman" w:cs="Times New Roman"/>
          <w:lang w:val="et-EE"/>
        </w:rPr>
        <w:t xml:space="preserve">hoonestusõiguse võõrandamiseks (Aheraine </w:t>
      </w:r>
      <w:proofErr w:type="spellStart"/>
      <w:r w:rsidR="00287427" w:rsidRPr="00287427">
        <w:rPr>
          <w:rFonts w:ascii="Times New Roman" w:hAnsi="Times New Roman" w:cs="Times New Roman"/>
          <w:lang w:val="et-EE"/>
        </w:rPr>
        <w:t>kü</w:t>
      </w:r>
      <w:proofErr w:type="spellEnd"/>
      <w:r w:rsidR="00287427" w:rsidRPr="00287427">
        <w:rPr>
          <w:rFonts w:ascii="Times New Roman" w:hAnsi="Times New Roman" w:cs="Times New Roman"/>
          <w:lang w:val="et-EE"/>
        </w:rPr>
        <w:t>, Väike-</w:t>
      </w:r>
      <w:proofErr w:type="spellStart"/>
      <w:r w:rsidR="00287427" w:rsidRPr="00287427">
        <w:rPr>
          <w:rFonts w:ascii="Times New Roman" w:hAnsi="Times New Roman" w:cs="Times New Roman"/>
          <w:lang w:val="et-EE"/>
        </w:rPr>
        <w:t>Pungerja</w:t>
      </w:r>
      <w:proofErr w:type="spellEnd"/>
      <w:r w:rsidR="00287427" w:rsidRPr="00287427">
        <w:rPr>
          <w:rFonts w:ascii="Times New Roman" w:hAnsi="Times New Roman" w:cs="Times New Roman"/>
          <w:lang w:val="et-EE"/>
        </w:rPr>
        <w:t xml:space="preserve"> küla)</w:t>
      </w:r>
      <w:r w:rsidR="00287427">
        <w:rPr>
          <w:rFonts w:ascii="Times New Roman" w:hAnsi="Times New Roman" w:cs="Times New Roman"/>
          <w:lang w:val="et-EE"/>
        </w:rPr>
        <w:t>.</w:t>
      </w:r>
    </w:p>
    <w:p w14:paraId="45703E96" w14:textId="77777777" w:rsidR="00555D38" w:rsidRDefault="00555D38" w:rsidP="00287427">
      <w:pPr>
        <w:jc w:val="both"/>
        <w:rPr>
          <w:rFonts w:ascii="Times New Roman" w:hAnsi="Times New Roman" w:cs="Times New Roman"/>
          <w:lang w:val="et-EE"/>
        </w:rPr>
      </w:pPr>
    </w:p>
    <w:p w14:paraId="395C4466" w14:textId="3DADFBDD" w:rsidR="009A4A7C" w:rsidRDefault="00163DB3" w:rsidP="00287427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Palume </w:t>
      </w:r>
      <w:r w:rsidR="00267BC4">
        <w:rPr>
          <w:rFonts w:ascii="Times New Roman" w:hAnsi="Times New Roman" w:cs="Times New Roman"/>
          <w:lang w:val="et-EE"/>
        </w:rPr>
        <w:t xml:space="preserve">vajadusel võõrandatavat </w:t>
      </w:r>
      <w:r>
        <w:rPr>
          <w:rFonts w:ascii="Times New Roman" w:hAnsi="Times New Roman" w:cs="Times New Roman"/>
          <w:lang w:val="et-EE"/>
        </w:rPr>
        <w:t xml:space="preserve">hoonestusõiguse lepingut täiendada, et </w:t>
      </w:r>
      <w:r w:rsidR="00267BC4">
        <w:rPr>
          <w:rFonts w:ascii="Times New Roman" w:hAnsi="Times New Roman" w:cs="Times New Roman"/>
          <w:lang w:val="et-EE"/>
        </w:rPr>
        <w:t xml:space="preserve">Aheraine kinnistule </w:t>
      </w:r>
      <w:r>
        <w:rPr>
          <w:rFonts w:ascii="Times New Roman" w:hAnsi="Times New Roman" w:cs="Times New Roman"/>
          <w:lang w:val="et-EE"/>
        </w:rPr>
        <w:t xml:space="preserve">oleks tagatud </w:t>
      </w:r>
      <w:r w:rsidR="00267BC4">
        <w:rPr>
          <w:rFonts w:ascii="Times New Roman" w:hAnsi="Times New Roman" w:cs="Times New Roman"/>
          <w:lang w:val="et-EE"/>
        </w:rPr>
        <w:t>uute</w:t>
      </w:r>
      <w:r w:rsidR="00776961">
        <w:rPr>
          <w:rFonts w:ascii="Times New Roman" w:hAnsi="Times New Roman" w:cs="Times New Roman"/>
          <w:lang w:val="et-EE"/>
        </w:rPr>
        <w:t xml:space="preserve"> ehitiste</w:t>
      </w:r>
      <w:r>
        <w:rPr>
          <w:rFonts w:ascii="Times New Roman" w:hAnsi="Times New Roman" w:cs="Times New Roman"/>
          <w:lang w:val="et-EE"/>
        </w:rPr>
        <w:t xml:space="preserve"> (</w:t>
      </w:r>
      <w:r w:rsidR="0074760B" w:rsidRPr="0074760B">
        <w:rPr>
          <w:rFonts w:ascii="Times New Roman" w:hAnsi="Times New Roman" w:cs="Times New Roman"/>
          <w:lang w:val="et-EE"/>
        </w:rPr>
        <w:t xml:space="preserve">vabaaja veetmise ja spordikeskuse </w:t>
      </w:r>
      <w:r w:rsidR="0074760B">
        <w:rPr>
          <w:rFonts w:ascii="Times New Roman" w:hAnsi="Times New Roman" w:cs="Times New Roman"/>
          <w:lang w:val="et-EE"/>
        </w:rPr>
        <w:t xml:space="preserve">arendamiseks vajalike </w:t>
      </w:r>
      <w:r w:rsidR="0074760B" w:rsidRPr="0074760B">
        <w:rPr>
          <w:rFonts w:ascii="Times New Roman" w:hAnsi="Times New Roman" w:cs="Times New Roman"/>
          <w:lang w:val="et-EE"/>
        </w:rPr>
        <w:t>erinevate atraktsioonide, peamaja koos garaažibokside, kus hoida tehnikat ja varustust ning karavanipar</w:t>
      </w:r>
      <w:r w:rsidR="0074760B">
        <w:rPr>
          <w:rFonts w:ascii="Times New Roman" w:hAnsi="Times New Roman" w:cs="Times New Roman"/>
          <w:lang w:val="et-EE"/>
        </w:rPr>
        <w:t>gi</w:t>
      </w:r>
      <w:r w:rsidR="0074760B" w:rsidRPr="0074760B">
        <w:rPr>
          <w:rFonts w:ascii="Times New Roman" w:hAnsi="Times New Roman" w:cs="Times New Roman"/>
          <w:lang w:val="et-EE"/>
        </w:rPr>
        <w:t xml:space="preserve"> koos </w:t>
      </w:r>
      <w:r w:rsidR="0074760B">
        <w:rPr>
          <w:rFonts w:ascii="Times New Roman" w:hAnsi="Times New Roman" w:cs="Times New Roman"/>
          <w:lang w:val="et-EE"/>
        </w:rPr>
        <w:t>vajaliku</w:t>
      </w:r>
      <w:r w:rsidR="0074760B" w:rsidRPr="0074760B">
        <w:rPr>
          <w:rFonts w:ascii="Times New Roman" w:hAnsi="Times New Roman" w:cs="Times New Roman"/>
          <w:lang w:val="et-EE"/>
        </w:rPr>
        <w:t xml:space="preserve"> taristug</w:t>
      </w:r>
      <w:r>
        <w:rPr>
          <w:rFonts w:ascii="Times New Roman" w:hAnsi="Times New Roman" w:cs="Times New Roman"/>
          <w:lang w:val="et-EE"/>
        </w:rPr>
        <w:t>a) ehitamine</w:t>
      </w:r>
      <w:r w:rsidR="00776961">
        <w:rPr>
          <w:rFonts w:ascii="Times New Roman" w:hAnsi="Times New Roman" w:cs="Times New Roman"/>
          <w:lang w:val="et-EE"/>
        </w:rPr>
        <w:t>.</w:t>
      </w:r>
    </w:p>
    <w:p w14:paraId="572C8CAE" w14:textId="77777777" w:rsidR="00776961" w:rsidRDefault="00776961" w:rsidP="00287427">
      <w:pPr>
        <w:jc w:val="both"/>
        <w:rPr>
          <w:rFonts w:ascii="Times New Roman" w:hAnsi="Times New Roman" w:cs="Times New Roman"/>
          <w:lang w:val="et-EE"/>
        </w:rPr>
      </w:pPr>
    </w:p>
    <w:p w14:paraId="738E1A46" w14:textId="6D0A67CD" w:rsidR="00287427" w:rsidRDefault="00287427" w:rsidP="00287427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Taotluse esitamise eesmärk on </w:t>
      </w:r>
      <w:r w:rsidRPr="00287427">
        <w:rPr>
          <w:rFonts w:ascii="Times New Roman" w:hAnsi="Times New Roman" w:cs="Times New Roman"/>
          <w:lang w:val="et-EE"/>
        </w:rPr>
        <w:t>võõranda</w:t>
      </w:r>
      <w:r>
        <w:rPr>
          <w:rFonts w:ascii="Times New Roman" w:hAnsi="Times New Roman" w:cs="Times New Roman"/>
          <w:lang w:val="et-EE"/>
        </w:rPr>
        <w:t xml:space="preserve">da </w:t>
      </w:r>
      <w:r w:rsidRPr="00287427">
        <w:rPr>
          <w:rFonts w:ascii="Times New Roman" w:hAnsi="Times New Roman" w:cs="Times New Roman"/>
          <w:lang w:val="et-EE"/>
        </w:rPr>
        <w:t xml:space="preserve">hoonestusõigus MTÜ-le </w:t>
      </w:r>
      <w:proofErr w:type="spellStart"/>
      <w:r w:rsidRPr="00287427">
        <w:rPr>
          <w:rFonts w:ascii="Times New Roman" w:hAnsi="Times New Roman" w:cs="Times New Roman"/>
          <w:lang w:val="et-EE"/>
        </w:rPr>
        <w:t>EstoniaElamuspark</w:t>
      </w:r>
      <w:proofErr w:type="spellEnd"/>
      <w:r>
        <w:rPr>
          <w:rFonts w:ascii="Times New Roman" w:hAnsi="Times New Roman" w:cs="Times New Roman"/>
          <w:lang w:val="et-EE"/>
        </w:rPr>
        <w:t xml:space="preserve">, kes soovib motomäge arendada ja ehitada </w:t>
      </w:r>
      <w:r w:rsidRPr="00287427">
        <w:rPr>
          <w:rFonts w:ascii="Times New Roman" w:hAnsi="Times New Roman" w:cs="Times New Roman"/>
          <w:lang w:val="et-EE"/>
        </w:rPr>
        <w:t>täiendavalt vabaaja veetmise ja spordikeskuse erinevate atraktsioonidega, peamaja koos garaažiboksidega, kus hoida tehnikat ja varustust ning karavaniparki koos sinna kuuluva taristuga.</w:t>
      </w:r>
      <w:r>
        <w:rPr>
          <w:rFonts w:ascii="Times New Roman" w:hAnsi="Times New Roman" w:cs="Times New Roman"/>
          <w:lang w:val="et-EE"/>
        </w:rPr>
        <w:t xml:space="preserve"> MTÜ soovib </w:t>
      </w:r>
      <w:r w:rsidRPr="00287427">
        <w:rPr>
          <w:rFonts w:ascii="Times New Roman" w:hAnsi="Times New Roman" w:cs="Times New Roman"/>
          <w:lang w:val="et-EE"/>
        </w:rPr>
        <w:t>taotle</w:t>
      </w:r>
      <w:r>
        <w:rPr>
          <w:rFonts w:ascii="Times New Roman" w:hAnsi="Times New Roman" w:cs="Times New Roman"/>
          <w:lang w:val="et-EE"/>
        </w:rPr>
        <w:t>da</w:t>
      </w:r>
      <w:r w:rsidRPr="00287427">
        <w:rPr>
          <w:rFonts w:ascii="Times New Roman" w:hAnsi="Times New Roman" w:cs="Times New Roman"/>
          <w:lang w:val="et-EE"/>
        </w:rPr>
        <w:t xml:space="preserve"> Ida-Virumaa õiglase ülemineku fondist toetust motomäe infrastruktuuri ülesehitamiseks.</w:t>
      </w:r>
      <w:r w:rsidR="008A20D3">
        <w:rPr>
          <w:rFonts w:ascii="Times New Roman" w:hAnsi="Times New Roman" w:cs="Times New Roman"/>
          <w:lang w:val="et-EE"/>
        </w:rPr>
        <w:t xml:space="preserve"> Kuna taotlemise esitamise tähtaeg on lähenemas, palume </w:t>
      </w:r>
      <w:r w:rsidR="00267BC4">
        <w:rPr>
          <w:rFonts w:ascii="Times New Roman" w:hAnsi="Times New Roman" w:cs="Times New Roman"/>
          <w:lang w:val="et-EE"/>
        </w:rPr>
        <w:t>võimalusel taotluse menetlemist kiirendada.</w:t>
      </w:r>
    </w:p>
    <w:p w14:paraId="0B03F295" w14:textId="317DE385" w:rsidR="008A20D3" w:rsidRDefault="008A20D3" w:rsidP="00287427">
      <w:pPr>
        <w:jc w:val="both"/>
        <w:rPr>
          <w:rFonts w:ascii="Times New Roman" w:hAnsi="Times New Roman" w:cs="Times New Roman"/>
          <w:lang w:val="et-EE"/>
        </w:rPr>
      </w:pPr>
    </w:p>
    <w:p w14:paraId="458E314B" w14:textId="7B05EB20" w:rsidR="008A20D3" w:rsidRDefault="008A20D3" w:rsidP="00287427">
      <w:pPr>
        <w:jc w:val="both"/>
        <w:rPr>
          <w:rFonts w:ascii="Times New Roman" w:hAnsi="Times New Roman" w:cs="Times New Roman"/>
          <w:lang w:val="et-EE"/>
        </w:rPr>
      </w:pPr>
    </w:p>
    <w:bookmarkEnd w:id="1"/>
    <w:p w14:paraId="7563BA8C" w14:textId="77777777" w:rsidR="006609D5" w:rsidRPr="00381E38" w:rsidRDefault="006609D5" w:rsidP="00962798">
      <w:pPr>
        <w:rPr>
          <w:rFonts w:ascii="Times New Roman" w:hAnsi="Times New Roman" w:cs="Times New Roman"/>
          <w:lang w:val="et-EE"/>
        </w:rPr>
      </w:pPr>
    </w:p>
    <w:p w14:paraId="4FE4BED6" w14:textId="129208A1" w:rsidR="00A35D0E" w:rsidRDefault="00962798" w:rsidP="00962798">
      <w:pPr>
        <w:rPr>
          <w:rFonts w:ascii="Times New Roman" w:hAnsi="Times New Roman" w:cs="Times New Roman"/>
          <w:lang w:val="et-EE"/>
        </w:rPr>
      </w:pPr>
      <w:r w:rsidRPr="00381E38">
        <w:rPr>
          <w:rFonts w:ascii="Times New Roman" w:hAnsi="Times New Roman" w:cs="Times New Roman"/>
          <w:lang w:val="et-EE"/>
        </w:rPr>
        <w:t>Lugupidamisega</w:t>
      </w:r>
    </w:p>
    <w:p w14:paraId="046ED933" w14:textId="77777777" w:rsidR="00962798" w:rsidRPr="00381E38" w:rsidRDefault="00962798" w:rsidP="00962798">
      <w:pPr>
        <w:rPr>
          <w:rFonts w:ascii="Times New Roman" w:hAnsi="Times New Roman" w:cs="Times New Roman"/>
          <w:i/>
          <w:lang w:val="et-EE"/>
        </w:rPr>
      </w:pPr>
    </w:p>
    <w:p w14:paraId="2B8F2237" w14:textId="2EFF48A1" w:rsidR="00962798" w:rsidRPr="00381E38" w:rsidRDefault="00171E9F" w:rsidP="00962798">
      <w:pPr>
        <w:rPr>
          <w:rFonts w:ascii="Times New Roman" w:hAnsi="Times New Roman" w:cs="Times New Roman"/>
          <w:i/>
          <w:lang w:val="et-EE"/>
        </w:rPr>
      </w:pPr>
      <w:r w:rsidRPr="00381E38">
        <w:rPr>
          <w:rFonts w:ascii="Times New Roman" w:hAnsi="Times New Roman" w:cs="Times New Roman"/>
          <w:i/>
          <w:lang w:val="et-EE"/>
        </w:rPr>
        <w:t>/allkirjastatud digitaalselt</w:t>
      </w:r>
      <w:r w:rsidR="00447B7E">
        <w:rPr>
          <w:rFonts w:ascii="Times New Roman" w:hAnsi="Times New Roman" w:cs="Times New Roman"/>
          <w:i/>
          <w:lang w:val="et-EE"/>
        </w:rPr>
        <w:t>/</w:t>
      </w:r>
    </w:p>
    <w:p w14:paraId="2D2063A9" w14:textId="77777777" w:rsidR="00154027" w:rsidRPr="00381E38" w:rsidRDefault="00154027" w:rsidP="00962798">
      <w:pPr>
        <w:rPr>
          <w:rFonts w:ascii="Times New Roman" w:hAnsi="Times New Roman" w:cs="Times New Roman"/>
          <w:lang w:val="et-EE"/>
        </w:rPr>
      </w:pPr>
    </w:p>
    <w:p w14:paraId="4E9C0F67" w14:textId="77777777" w:rsidR="007E5778" w:rsidRPr="00381E38" w:rsidRDefault="005B2CF7" w:rsidP="00962798">
      <w:pPr>
        <w:rPr>
          <w:rFonts w:ascii="Times New Roman" w:hAnsi="Times New Roman" w:cs="Times New Roman"/>
          <w:lang w:val="et-EE"/>
        </w:rPr>
      </w:pPr>
      <w:r w:rsidRPr="00381E38">
        <w:rPr>
          <w:rFonts w:ascii="Times New Roman" w:hAnsi="Times New Roman" w:cs="Times New Roman"/>
          <w:lang w:val="et-EE"/>
        </w:rPr>
        <w:t>Tauno Võhmar</w:t>
      </w:r>
    </w:p>
    <w:p w14:paraId="497A4E61" w14:textId="6E27FBF0" w:rsidR="00DD3086" w:rsidRDefault="00447B7E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1E6D32">
        <w:rPr>
          <w:rFonts w:ascii="Times New Roman" w:hAnsi="Times New Roman" w:cs="Times New Roman"/>
        </w:rPr>
        <w:t>allavanem</w:t>
      </w:r>
    </w:p>
    <w:p w14:paraId="7FC402DA" w14:textId="0EF919E1" w:rsidR="00447B7E" w:rsidRDefault="00447B7E" w:rsidP="00962798">
      <w:pPr>
        <w:rPr>
          <w:rFonts w:ascii="Times New Roman" w:hAnsi="Times New Roman" w:cs="Times New Roman"/>
          <w:lang w:val="et-EE"/>
        </w:rPr>
      </w:pPr>
    </w:p>
    <w:p w14:paraId="0562919A" w14:textId="317871A6" w:rsidR="00447B7E" w:rsidRDefault="00447B7E" w:rsidP="00962798">
      <w:pPr>
        <w:rPr>
          <w:rFonts w:ascii="Times New Roman" w:hAnsi="Times New Roman" w:cs="Times New Roman"/>
          <w:lang w:val="et-EE"/>
        </w:rPr>
      </w:pPr>
    </w:p>
    <w:p w14:paraId="74ACC9B0" w14:textId="23C263B8" w:rsidR="00447B7E" w:rsidRDefault="00447B7E" w:rsidP="00962798">
      <w:pPr>
        <w:rPr>
          <w:rFonts w:ascii="Times New Roman" w:hAnsi="Times New Roman" w:cs="Times New Roman"/>
          <w:lang w:val="et-EE"/>
        </w:rPr>
      </w:pPr>
    </w:p>
    <w:p w14:paraId="73784A34" w14:textId="68C3AE37" w:rsidR="00447B7E" w:rsidRDefault="00447B7E" w:rsidP="00962798">
      <w:pPr>
        <w:rPr>
          <w:rFonts w:ascii="Times New Roman" w:hAnsi="Times New Roman" w:cs="Times New Roman"/>
          <w:lang w:val="et-EE"/>
        </w:rPr>
      </w:pPr>
    </w:p>
    <w:p w14:paraId="35FF619A" w14:textId="215020D2" w:rsidR="00447B7E" w:rsidRDefault="00447B7E" w:rsidP="00962798">
      <w:pPr>
        <w:rPr>
          <w:rFonts w:ascii="Times New Roman" w:hAnsi="Times New Roman" w:cs="Times New Roman"/>
          <w:lang w:val="et-EE"/>
        </w:rPr>
      </w:pPr>
    </w:p>
    <w:p w14:paraId="1A07E3E5" w14:textId="3BBE863C" w:rsidR="00447B7E" w:rsidRDefault="00447B7E" w:rsidP="00962798">
      <w:pPr>
        <w:rPr>
          <w:rFonts w:ascii="Times New Roman" w:hAnsi="Times New Roman" w:cs="Times New Roman"/>
          <w:lang w:val="et-EE"/>
        </w:rPr>
      </w:pPr>
    </w:p>
    <w:p w14:paraId="17306E90" w14:textId="19DC2EE2" w:rsidR="00447B7E" w:rsidRPr="00D24F90" w:rsidRDefault="00447B7E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Lisa: asendiskeem </w:t>
      </w:r>
    </w:p>
    <w:sectPr w:rsidR="00447B7E" w:rsidRPr="00D24F90" w:rsidSect="00F72E98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2" w:right="680" w:bottom="142" w:left="1701" w:header="62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917F1" w14:textId="77777777" w:rsidR="00487CCA" w:rsidRDefault="00487CCA" w:rsidP="00482722">
      <w:r>
        <w:separator/>
      </w:r>
    </w:p>
  </w:endnote>
  <w:endnote w:type="continuationSeparator" w:id="0">
    <w:p w14:paraId="0BBBBB4B" w14:textId="77777777" w:rsidR="00487CCA" w:rsidRDefault="00487CCA" w:rsidP="0048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pectral">
    <w:altName w:val="Calibri"/>
    <w:charset w:val="00"/>
    <w:family w:val="auto"/>
    <w:pitch w:val="variable"/>
    <w:sig w:usb0="E000027F" w:usb1="4000E43B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7049356"/>
      <w:docPartObj>
        <w:docPartGallery w:val="Page Numbers (Bottom of Page)"/>
        <w:docPartUnique/>
      </w:docPartObj>
    </w:sdtPr>
    <w:sdtEndPr/>
    <w:sdtContent>
      <w:p w14:paraId="1340357F" w14:textId="77777777" w:rsidR="00962798" w:rsidRDefault="00962798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8C6" w:rsidRPr="004158C6">
          <w:rPr>
            <w:noProof/>
            <w:lang w:val="et-EE"/>
          </w:rPr>
          <w:t>2</w:t>
        </w:r>
        <w:r>
          <w:fldChar w:fldCharType="end"/>
        </w:r>
      </w:p>
    </w:sdtContent>
  </w:sdt>
  <w:p w14:paraId="215107B4" w14:textId="77777777" w:rsidR="00962798" w:rsidRDefault="0096279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2387C" w14:textId="77777777" w:rsidR="00962798" w:rsidRDefault="00962798" w:rsidP="00962798">
    <w:pPr>
      <w:pStyle w:val="Jalus"/>
      <w:tabs>
        <w:tab w:val="clear" w:pos="4680"/>
        <w:tab w:val="clear" w:pos="9360"/>
        <w:tab w:val="left" w:pos="1344"/>
      </w:tabs>
    </w:pPr>
    <w:r>
      <w:tab/>
    </w:r>
  </w:p>
  <w:tbl>
    <w:tblPr>
      <w:tblW w:w="0" w:type="auto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794"/>
      <w:gridCol w:w="3118"/>
      <w:gridCol w:w="2830"/>
    </w:tblGrid>
    <w:tr w:rsidR="00962798" w:rsidRPr="00EF1066" w14:paraId="7AC23AB1" w14:textId="77777777" w:rsidTr="008E6B81">
      <w:trPr>
        <w:trHeight w:val="284"/>
      </w:trPr>
      <w:tc>
        <w:tcPr>
          <w:tcW w:w="3794" w:type="dxa"/>
        </w:tcPr>
        <w:p w14:paraId="19ADCC82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14:paraId="3B8B5A70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Tartu mnt 56 Iisaku alevik</w:t>
          </w:r>
        </w:p>
        <w:p w14:paraId="6C1951E7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Alutaguse vald</w:t>
          </w:r>
        </w:p>
        <w:p w14:paraId="2267F53E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41101 Ida-Virumaa</w:t>
          </w:r>
        </w:p>
      </w:tc>
      <w:tc>
        <w:tcPr>
          <w:tcW w:w="3118" w:type="dxa"/>
        </w:tcPr>
        <w:p w14:paraId="09381BC6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14:paraId="488E4303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Tel:   3 366 901</w:t>
          </w:r>
        </w:p>
        <w:p w14:paraId="14AD99E4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 xml:space="preserve">E-post: </w:t>
          </w:r>
          <w:hyperlink r:id="rId1" w:history="1">
            <w:r w:rsidRPr="00EF1066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t-EE" w:eastAsia="et-EE"/>
              </w:rPr>
              <w:t>info@alutagusevald.ee</w:t>
            </w:r>
          </w:hyperlink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 xml:space="preserve"> </w:t>
          </w:r>
        </w:p>
        <w:p w14:paraId="62F58476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</w:tc>
      <w:tc>
        <w:tcPr>
          <w:tcW w:w="2830" w:type="dxa"/>
        </w:tcPr>
        <w:p w14:paraId="7FE78B63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14:paraId="70DB6413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Reg. nr: 77000281</w:t>
          </w:r>
        </w:p>
        <w:p w14:paraId="2B9B2AB5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a/a: EE882200221068420618 Swedbank</w:t>
          </w:r>
        </w:p>
      </w:tc>
    </w:tr>
  </w:tbl>
  <w:p w14:paraId="08528972" w14:textId="77777777" w:rsidR="00A23642" w:rsidRDefault="00A23642" w:rsidP="00962798">
    <w:pPr>
      <w:pStyle w:val="Jalus"/>
      <w:tabs>
        <w:tab w:val="clear" w:pos="4680"/>
        <w:tab w:val="clear" w:pos="9360"/>
        <w:tab w:val="left" w:pos="134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F45E9" w14:textId="77777777" w:rsidR="00487CCA" w:rsidRDefault="00487CCA" w:rsidP="00482722">
      <w:r>
        <w:separator/>
      </w:r>
    </w:p>
  </w:footnote>
  <w:footnote w:type="continuationSeparator" w:id="0">
    <w:p w14:paraId="11EEBA29" w14:textId="77777777" w:rsidR="00487CCA" w:rsidRDefault="00487CCA" w:rsidP="00482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C9A0" w14:textId="77777777" w:rsidR="00482722" w:rsidRDefault="00482722">
    <w:pPr>
      <w:pStyle w:val="Pis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04F7" w14:textId="77777777" w:rsidR="00A23642" w:rsidRDefault="00962798">
    <w:pPr>
      <w:pStyle w:val="Pis"/>
    </w:pPr>
    <w:r>
      <w:rPr>
        <w:noProof/>
        <w:lang w:val="et-EE" w:eastAsia="et-EE"/>
      </w:rPr>
      <w:drawing>
        <wp:inline distT="0" distB="0" distL="0" distR="0" wp14:anchorId="0AE3D926" wp14:editId="620E3E40">
          <wp:extent cx="1798320" cy="61595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066"/>
    <w:rsid w:val="00025921"/>
    <w:rsid w:val="00027F52"/>
    <w:rsid w:val="000348A6"/>
    <w:rsid w:val="000354C8"/>
    <w:rsid w:val="000428AA"/>
    <w:rsid w:val="00050605"/>
    <w:rsid w:val="00050EE9"/>
    <w:rsid w:val="000519E0"/>
    <w:rsid w:val="0005706B"/>
    <w:rsid w:val="00061CB0"/>
    <w:rsid w:val="000758F6"/>
    <w:rsid w:val="00091F89"/>
    <w:rsid w:val="000A419F"/>
    <w:rsid w:val="000B4A83"/>
    <w:rsid w:val="000B7795"/>
    <w:rsid w:val="000C31AD"/>
    <w:rsid w:val="000C426F"/>
    <w:rsid w:val="000D5E90"/>
    <w:rsid w:val="000D6629"/>
    <w:rsid w:val="000E48B0"/>
    <w:rsid w:val="000F0D73"/>
    <w:rsid w:val="000F2BDD"/>
    <w:rsid w:val="000F3B18"/>
    <w:rsid w:val="001016F3"/>
    <w:rsid w:val="00120672"/>
    <w:rsid w:val="00121E79"/>
    <w:rsid w:val="001268C1"/>
    <w:rsid w:val="0012765F"/>
    <w:rsid w:val="00132D1B"/>
    <w:rsid w:val="00135D0E"/>
    <w:rsid w:val="00140B71"/>
    <w:rsid w:val="00140C73"/>
    <w:rsid w:val="0014110E"/>
    <w:rsid w:val="001537C0"/>
    <w:rsid w:val="00154027"/>
    <w:rsid w:val="00157887"/>
    <w:rsid w:val="00163DB3"/>
    <w:rsid w:val="001645E4"/>
    <w:rsid w:val="00165CA1"/>
    <w:rsid w:val="0017070F"/>
    <w:rsid w:val="00171E9F"/>
    <w:rsid w:val="00185B0D"/>
    <w:rsid w:val="001932F5"/>
    <w:rsid w:val="001A010F"/>
    <w:rsid w:val="001A7D7E"/>
    <w:rsid w:val="001B58AC"/>
    <w:rsid w:val="001E4AF1"/>
    <w:rsid w:val="001E6D32"/>
    <w:rsid w:val="001F1423"/>
    <w:rsid w:val="001F1F04"/>
    <w:rsid w:val="001F2A6D"/>
    <w:rsid w:val="001F4E97"/>
    <w:rsid w:val="00201827"/>
    <w:rsid w:val="00202322"/>
    <w:rsid w:val="00202E0D"/>
    <w:rsid w:val="00202FFB"/>
    <w:rsid w:val="002073B0"/>
    <w:rsid w:val="00214671"/>
    <w:rsid w:val="0022002B"/>
    <w:rsid w:val="00235BDF"/>
    <w:rsid w:val="00240CA2"/>
    <w:rsid w:val="00247404"/>
    <w:rsid w:val="00252EE6"/>
    <w:rsid w:val="0025433D"/>
    <w:rsid w:val="00254ECC"/>
    <w:rsid w:val="00267BC4"/>
    <w:rsid w:val="002778B8"/>
    <w:rsid w:val="00287427"/>
    <w:rsid w:val="002A33F1"/>
    <w:rsid w:val="002A59AC"/>
    <w:rsid w:val="002B096B"/>
    <w:rsid w:val="002B6386"/>
    <w:rsid w:val="002C1B1B"/>
    <w:rsid w:val="002C35A0"/>
    <w:rsid w:val="002C6EF4"/>
    <w:rsid w:val="002E7816"/>
    <w:rsid w:val="002F04A7"/>
    <w:rsid w:val="00303271"/>
    <w:rsid w:val="0030664F"/>
    <w:rsid w:val="003318A4"/>
    <w:rsid w:val="00332B71"/>
    <w:rsid w:val="00334FA6"/>
    <w:rsid w:val="003356FE"/>
    <w:rsid w:val="00340E4A"/>
    <w:rsid w:val="00346683"/>
    <w:rsid w:val="00353F40"/>
    <w:rsid w:val="00360A1E"/>
    <w:rsid w:val="00364C1A"/>
    <w:rsid w:val="00372992"/>
    <w:rsid w:val="00376723"/>
    <w:rsid w:val="003818EC"/>
    <w:rsid w:val="00381E38"/>
    <w:rsid w:val="00383A54"/>
    <w:rsid w:val="00397796"/>
    <w:rsid w:val="003A65F8"/>
    <w:rsid w:val="003B6724"/>
    <w:rsid w:val="003C4A95"/>
    <w:rsid w:val="003C6BA4"/>
    <w:rsid w:val="003E3630"/>
    <w:rsid w:val="003E4C36"/>
    <w:rsid w:val="003E5AFE"/>
    <w:rsid w:val="004033DF"/>
    <w:rsid w:val="0040428C"/>
    <w:rsid w:val="00412A16"/>
    <w:rsid w:val="004158C6"/>
    <w:rsid w:val="0043365E"/>
    <w:rsid w:val="004409A8"/>
    <w:rsid w:val="00440C44"/>
    <w:rsid w:val="00441629"/>
    <w:rsid w:val="00447B7E"/>
    <w:rsid w:val="00461A8B"/>
    <w:rsid w:val="00465947"/>
    <w:rsid w:val="00482722"/>
    <w:rsid w:val="00487CCA"/>
    <w:rsid w:val="00491C4F"/>
    <w:rsid w:val="0049507A"/>
    <w:rsid w:val="00497767"/>
    <w:rsid w:val="004A6E88"/>
    <w:rsid w:val="004A78F3"/>
    <w:rsid w:val="004B35E8"/>
    <w:rsid w:val="004B4967"/>
    <w:rsid w:val="004B57FE"/>
    <w:rsid w:val="004B74DF"/>
    <w:rsid w:val="004D465C"/>
    <w:rsid w:val="004D74B3"/>
    <w:rsid w:val="004F15AD"/>
    <w:rsid w:val="00502125"/>
    <w:rsid w:val="00505BDE"/>
    <w:rsid w:val="00512508"/>
    <w:rsid w:val="005235A2"/>
    <w:rsid w:val="00536433"/>
    <w:rsid w:val="0054349C"/>
    <w:rsid w:val="00550C88"/>
    <w:rsid w:val="00551780"/>
    <w:rsid w:val="005527CB"/>
    <w:rsid w:val="00552FEB"/>
    <w:rsid w:val="00555D38"/>
    <w:rsid w:val="0056399C"/>
    <w:rsid w:val="005732F8"/>
    <w:rsid w:val="005751B2"/>
    <w:rsid w:val="005827AD"/>
    <w:rsid w:val="005928BC"/>
    <w:rsid w:val="005B24A8"/>
    <w:rsid w:val="005B2CF7"/>
    <w:rsid w:val="005B6214"/>
    <w:rsid w:val="005B6255"/>
    <w:rsid w:val="005C0C8E"/>
    <w:rsid w:val="005C3864"/>
    <w:rsid w:val="005D1328"/>
    <w:rsid w:val="005D62D1"/>
    <w:rsid w:val="005E29E9"/>
    <w:rsid w:val="005E6EF0"/>
    <w:rsid w:val="00602466"/>
    <w:rsid w:val="0061320D"/>
    <w:rsid w:val="00636395"/>
    <w:rsid w:val="00642552"/>
    <w:rsid w:val="006609D5"/>
    <w:rsid w:val="00684327"/>
    <w:rsid w:val="00685F35"/>
    <w:rsid w:val="00690787"/>
    <w:rsid w:val="006965CC"/>
    <w:rsid w:val="006972D2"/>
    <w:rsid w:val="006B01AC"/>
    <w:rsid w:val="006B24EF"/>
    <w:rsid w:val="006C5FA8"/>
    <w:rsid w:val="006D0E39"/>
    <w:rsid w:val="006D4680"/>
    <w:rsid w:val="00704AE9"/>
    <w:rsid w:val="007217A9"/>
    <w:rsid w:val="00727DE8"/>
    <w:rsid w:val="00732F1C"/>
    <w:rsid w:val="0074095E"/>
    <w:rsid w:val="00744C05"/>
    <w:rsid w:val="0074760B"/>
    <w:rsid w:val="00752E3B"/>
    <w:rsid w:val="007642B2"/>
    <w:rsid w:val="00776961"/>
    <w:rsid w:val="00792502"/>
    <w:rsid w:val="00793454"/>
    <w:rsid w:val="00793B36"/>
    <w:rsid w:val="007B1D15"/>
    <w:rsid w:val="007B24E6"/>
    <w:rsid w:val="007D1D81"/>
    <w:rsid w:val="007D3A1B"/>
    <w:rsid w:val="007E12FC"/>
    <w:rsid w:val="007E1323"/>
    <w:rsid w:val="007E5778"/>
    <w:rsid w:val="00802B68"/>
    <w:rsid w:val="0081337C"/>
    <w:rsid w:val="00821D1D"/>
    <w:rsid w:val="008253DF"/>
    <w:rsid w:val="00837A35"/>
    <w:rsid w:val="00845477"/>
    <w:rsid w:val="00847F71"/>
    <w:rsid w:val="00856A13"/>
    <w:rsid w:val="00861AFC"/>
    <w:rsid w:val="008640CF"/>
    <w:rsid w:val="008830E9"/>
    <w:rsid w:val="008A149A"/>
    <w:rsid w:val="008A20D3"/>
    <w:rsid w:val="008A7EC3"/>
    <w:rsid w:val="008E04FF"/>
    <w:rsid w:val="008F2B44"/>
    <w:rsid w:val="008F2CBA"/>
    <w:rsid w:val="008F2DEC"/>
    <w:rsid w:val="008F72BD"/>
    <w:rsid w:val="00906D23"/>
    <w:rsid w:val="00914D6F"/>
    <w:rsid w:val="00921CA5"/>
    <w:rsid w:val="009246C1"/>
    <w:rsid w:val="009269C7"/>
    <w:rsid w:val="00941AE3"/>
    <w:rsid w:val="00944EC0"/>
    <w:rsid w:val="0095710A"/>
    <w:rsid w:val="0095751F"/>
    <w:rsid w:val="00962798"/>
    <w:rsid w:val="00972106"/>
    <w:rsid w:val="0097629D"/>
    <w:rsid w:val="009909D9"/>
    <w:rsid w:val="0099494E"/>
    <w:rsid w:val="0099591C"/>
    <w:rsid w:val="009A4A7C"/>
    <w:rsid w:val="009B6B4D"/>
    <w:rsid w:val="009D5993"/>
    <w:rsid w:val="009E3B5E"/>
    <w:rsid w:val="009E5107"/>
    <w:rsid w:val="009E5412"/>
    <w:rsid w:val="009E6F8E"/>
    <w:rsid w:val="009F7A08"/>
    <w:rsid w:val="00A00932"/>
    <w:rsid w:val="00A00DFD"/>
    <w:rsid w:val="00A0353F"/>
    <w:rsid w:val="00A07745"/>
    <w:rsid w:val="00A17172"/>
    <w:rsid w:val="00A23642"/>
    <w:rsid w:val="00A30FEA"/>
    <w:rsid w:val="00A314AA"/>
    <w:rsid w:val="00A35B07"/>
    <w:rsid w:val="00A35D0E"/>
    <w:rsid w:val="00A44DE1"/>
    <w:rsid w:val="00A5516D"/>
    <w:rsid w:val="00A604A9"/>
    <w:rsid w:val="00A61ED3"/>
    <w:rsid w:val="00A62F46"/>
    <w:rsid w:val="00A80DB5"/>
    <w:rsid w:val="00A831D8"/>
    <w:rsid w:val="00A9653B"/>
    <w:rsid w:val="00A9793F"/>
    <w:rsid w:val="00AA24F2"/>
    <w:rsid w:val="00AB6271"/>
    <w:rsid w:val="00AD645F"/>
    <w:rsid w:val="00AD65A4"/>
    <w:rsid w:val="00AE054E"/>
    <w:rsid w:val="00AE32ED"/>
    <w:rsid w:val="00AF73B8"/>
    <w:rsid w:val="00B11624"/>
    <w:rsid w:val="00B1361A"/>
    <w:rsid w:val="00B176D7"/>
    <w:rsid w:val="00B244BC"/>
    <w:rsid w:val="00B51354"/>
    <w:rsid w:val="00B56711"/>
    <w:rsid w:val="00B637FD"/>
    <w:rsid w:val="00B67757"/>
    <w:rsid w:val="00B744BA"/>
    <w:rsid w:val="00B95314"/>
    <w:rsid w:val="00B95E11"/>
    <w:rsid w:val="00BB0C78"/>
    <w:rsid w:val="00BB62EE"/>
    <w:rsid w:val="00BC44F3"/>
    <w:rsid w:val="00BD77C4"/>
    <w:rsid w:val="00BE387D"/>
    <w:rsid w:val="00BF0752"/>
    <w:rsid w:val="00C01F20"/>
    <w:rsid w:val="00C02A06"/>
    <w:rsid w:val="00C03FAB"/>
    <w:rsid w:val="00C04223"/>
    <w:rsid w:val="00C1114E"/>
    <w:rsid w:val="00C116E4"/>
    <w:rsid w:val="00C13291"/>
    <w:rsid w:val="00C15070"/>
    <w:rsid w:val="00C164ED"/>
    <w:rsid w:val="00C17DFD"/>
    <w:rsid w:val="00C26380"/>
    <w:rsid w:val="00C27961"/>
    <w:rsid w:val="00C34E63"/>
    <w:rsid w:val="00C4306C"/>
    <w:rsid w:val="00C57E43"/>
    <w:rsid w:val="00C602C2"/>
    <w:rsid w:val="00C62472"/>
    <w:rsid w:val="00C62FC3"/>
    <w:rsid w:val="00C6463A"/>
    <w:rsid w:val="00C655FD"/>
    <w:rsid w:val="00C67686"/>
    <w:rsid w:val="00C67725"/>
    <w:rsid w:val="00C928FD"/>
    <w:rsid w:val="00CA1822"/>
    <w:rsid w:val="00CA4B15"/>
    <w:rsid w:val="00CC2FAC"/>
    <w:rsid w:val="00CC4C49"/>
    <w:rsid w:val="00CE28AB"/>
    <w:rsid w:val="00CE3D59"/>
    <w:rsid w:val="00CE6896"/>
    <w:rsid w:val="00CF7006"/>
    <w:rsid w:val="00D012CB"/>
    <w:rsid w:val="00D053CD"/>
    <w:rsid w:val="00D079D8"/>
    <w:rsid w:val="00D127BA"/>
    <w:rsid w:val="00D14C94"/>
    <w:rsid w:val="00D2254A"/>
    <w:rsid w:val="00D24F90"/>
    <w:rsid w:val="00D267A2"/>
    <w:rsid w:val="00D62F4C"/>
    <w:rsid w:val="00D6415D"/>
    <w:rsid w:val="00D641BC"/>
    <w:rsid w:val="00D668E3"/>
    <w:rsid w:val="00D77AE3"/>
    <w:rsid w:val="00D80DCC"/>
    <w:rsid w:val="00D8493C"/>
    <w:rsid w:val="00D95AFE"/>
    <w:rsid w:val="00DA3E21"/>
    <w:rsid w:val="00DA41AA"/>
    <w:rsid w:val="00DB03C5"/>
    <w:rsid w:val="00DB4980"/>
    <w:rsid w:val="00DC1177"/>
    <w:rsid w:val="00DC3216"/>
    <w:rsid w:val="00DC7359"/>
    <w:rsid w:val="00DD3086"/>
    <w:rsid w:val="00DF109E"/>
    <w:rsid w:val="00E061A8"/>
    <w:rsid w:val="00E06246"/>
    <w:rsid w:val="00E10F1A"/>
    <w:rsid w:val="00E215E4"/>
    <w:rsid w:val="00E23A49"/>
    <w:rsid w:val="00E24C9E"/>
    <w:rsid w:val="00E323CA"/>
    <w:rsid w:val="00E32401"/>
    <w:rsid w:val="00E41A07"/>
    <w:rsid w:val="00E60D0F"/>
    <w:rsid w:val="00E641FE"/>
    <w:rsid w:val="00E669C2"/>
    <w:rsid w:val="00E72334"/>
    <w:rsid w:val="00E83402"/>
    <w:rsid w:val="00E92942"/>
    <w:rsid w:val="00E962D2"/>
    <w:rsid w:val="00EA7C34"/>
    <w:rsid w:val="00EB2BE9"/>
    <w:rsid w:val="00EB43D3"/>
    <w:rsid w:val="00ED411D"/>
    <w:rsid w:val="00EE3A6B"/>
    <w:rsid w:val="00EF1066"/>
    <w:rsid w:val="00EF4CE0"/>
    <w:rsid w:val="00F04B1F"/>
    <w:rsid w:val="00F04BDF"/>
    <w:rsid w:val="00F07D85"/>
    <w:rsid w:val="00F158EF"/>
    <w:rsid w:val="00F17E31"/>
    <w:rsid w:val="00F22E69"/>
    <w:rsid w:val="00F40E4E"/>
    <w:rsid w:val="00F567A2"/>
    <w:rsid w:val="00F619F5"/>
    <w:rsid w:val="00F665EF"/>
    <w:rsid w:val="00F66732"/>
    <w:rsid w:val="00F72E98"/>
    <w:rsid w:val="00F76B58"/>
    <w:rsid w:val="00F81043"/>
    <w:rsid w:val="00F8258F"/>
    <w:rsid w:val="00F87387"/>
    <w:rsid w:val="00FB6319"/>
    <w:rsid w:val="00FD0474"/>
    <w:rsid w:val="00FD48D8"/>
    <w:rsid w:val="00FE116B"/>
    <w:rsid w:val="00FE2440"/>
    <w:rsid w:val="00FE2850"/>
    <w:rsid w:val="00FE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53639D"/>
  <w15:chartTrackingRefBased/>
  <w15:docId w15:val="{88D087CF-D8B6-4183-9666-4BAB3177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361A"/>
    <w:rPr>
      <w:rFonts w:ascii="Spectral" w:hAnsi="Spectr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61A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6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1361A"/>
    <w:rPr>
      <w:rFonts w:ascii="Spectral" w:eastAsiaTheme="majorEastAsia" w:hAnsi="Spectral" w:cstheme="majorBidi"/>
      <w:b/>
      <w:color w:val="2F5496" w:themeColor="accent1" w:themeShade="BF"/>
      <w:sz w:val="36"/>
      <w:szCs w:val="32"/>
    </w:rPr>
  </w:style>
  <w:style w:type="paragraph" w:styleId="Pis">
    <w:name w:val="header"/>
    <w:basedOn w:val="Normaallaad"/>
    <w:link w:val="Pi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482722"/>
    <w:rPr>
      <w:rFonts w:ascii="Spectral" w:hAnsi="Spectral"/>
    </w:rPr>
  </w:style>
  <w:style w:type="paragraph" w:styleId="Jalus">
    <w:name w:val="footer"/>
    <w:basedOn w:val="Normaallaad"/>
    <w:link w:val="Jalu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482722"/>
    <w:rPr>
      <w:rFonts w:ascii="Spectral" w:hAnsi="Spectral"/>
    </w:rPr>
  </w:style>
  <w:style w:type="character" w:styleId="Hperlink">
    <w:name w:val="Hyperlink"/>
    <w:basedOn w:val="Liguvaikefont"/>
    <w:uiPriority w:val="99"/>
    <w:unhideWhenUsed/>
    <w:rsid w:val="00962798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14C9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14C94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67B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mk@rmk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lutagu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k\AppData\Local\Microsoft\Windows\INetCache\Content.Outlook\CLIG9EG8\Alutaguse_vald_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577E416-1275-4C14-8333-BF423A2E3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Alutaguse_vald_C.dotx</Template>
  <TotalTime>4</TotalTime>
  <Pages>1</Pages>
  <Words>182</Words>
  <Characters>1057</Characters>
  <Application>Microsoft Office Word</Application>
  <DocSecurity>4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Kesküla</dc:creator>
  <cp:keywords/>
  <dc:description/>
  <cp:lastModifiedBy>Liina Talistu</cp:lastModifiedBy>
  <cp:revision>2</cp:revision>
  <cp:lastPrinted>2023-10-26T10:52:00Z</cp:lastPrinted>
  <dcterms:created xsi:type="dcterms:W3CDTF">2024-03-05T08:00:00Z</dcterms:created>
  <dcterms:modified xsi:type="dcterms:W3CDTF">2024-03-05T08:00:00Z</dcterms:modified>
</cp:coreProperties>
</file>